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A8F" w:rsidRPr="004730A7" w:rsidRDefault="00893A8F" w:rsidP="00E45971">
      <w:pPr>
        <w:pStyle w:val="ListParagraph"/>
        <w:spacing w:before="60" w:after="120" w:line="300" w:lineRule="exact"/>
        <w:ind w:left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93A8F" w:rsidRPr="004730A7" w:rsidRDefault="00893A8F" w:rsidP="00E45971">
      <w:pPr>
        <w:pStyle w:val="ListParagraph"/>
        <w:spacing w:before="60" w:after="120" w:line="300" w:lineRule="exact"/>
        <w:ind w:left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bookmarkStart w:id="0" w:name="_GoBack"/>
      <w:bookmarkEnd w:id="0"/>
    </w:p>
    <w:p w:rsidR="00893A8F" w:rsidRPr="004730A7" w:rsidRDefault="00893A8F" w:rsidP="005902AA">
      <w:pPr>
        <w:rPr>
          <w:rFonts w:ascii="Times New Roman" w:hAnsi="Times New Roman"/>
        </w:rPr>
      </w:pPr>
    </w:p>
    <w:tbl>
      <w:tblPr>
        <w:tblW w:w="8625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50"/>
        <w:gridCol w:w="1325"/>
        <w:gridCol w:w="6250"/>
      </w:tblGrid>
      <w:tr w:rsidR="00893A8F" w:rsidRPr="009F4CA4" w:rsidTr="00024C18">
        <w:trPr>
          <w:trHeight w:val="1255"/>
        </w:trPr>
        <w:tc>
          <w:tcPr>
            <w:tcW w:w="1050" w:type="dxa"/>
            <w:shd w:val="clear" w:color="auto" w:fill="D9D9D9"/>
            <w:vAlign w:val="center"/>
          </w:tcPr>
          <w:p w:rsidR="00893A8F" w:rsidRPr="004730A7" w:rsidRDefault="00893A8F" w:rsidP="00B6564B">
            <w:pPr>
              <w:jc w:val="center"/>
              <w:rPr>
                <w:rFonts w:ascii="Times New Roman" w:hAnsi="Times New Roman"/>
                <w:kern w:val="2"/>
                <w:lang w:eastAsia="ar-SA"/>
              </w:rPr>
            </w:pPr>
            <w:r w:rsidRPr="004730A7">
              <w:rPr>
                <w:rFonts w:ascii="Times New Roman" w:hAnsi="Times New Roman"/>
              </w:rPr>
              <w:t>Sējuma</w:t>
            </w:r>
          </w:p>
          <w:p w:rsidR="00893A8F" w:rsidRPr="004730A7" w:rsidRDefault="00893A8F" w:rsidP="00B6564B">
            <w:pPr>
              <w:suppressAutoHyphens/>
              <w:jc w:val="center"/>
              <w:rPr>
                <w:rFonts w:ascii="Times New Roman" w:hAnsi="Times New Roman"/>
                <w:kern w:val="2"/>
                <w:lang w:eastAsia="ar-SA"/>
              </w:rPr>
            </w:pPr>
            <w:r w:rsidRPr="004730A7">
              <w:rPr>
                <w:rFonts w:ascii="Times New Roman" w:hAnsi="Times New Roman"/>
              </w:rPr>
              <w:t>Nr.</w:t>
            </w:r>
          </w:p>
        </w:tc>
        <w:tc>
          <w:tcPr>
            <w:tcW w:w="1325" w:type="dxa"/>
            <w:shd w:val="clear" w:color="auto" w:fill="D9D9D9"/>
            <w:vAlign w:val="center"/>
          </w:tcPr>
          <w:p w:rsidR="00893A8F" w:rsidRPr="004730A7" w:rsidRDefault="00893A8F" w:rsidP="00B6564B">
            <w:pPr>
              <w:suppressAutoHyphens/>
              <w:jc w:val="center"/>
              <w:rPr>
                <w:rFonts w:ascii="Times New Roman" w:hAnsi="Times New Roman"/>
                <w:kern w:val="2"/>
                <w:lang w:eastAsia="ar-SA"/>
              </w:rPr>
            </w:pPr>
            <w:r w:rsidRPr="004730A7">
              <w:rPr>
                <w:rFonts w:ascii="Times New Roman" w:hAnsi="Times New Roman"/>
              </w:rPr>
              <w:t>Marka</w:t>
            </w:r>
          </w:p>
        </w:tc>
        <w:tc>
          <w:tcPr>
            <w:tcW w:w="6250" w:type="dxa"/>
            <w:shd w:val="clear" w:color="auto" w:fill="D9D9D9"/>
            <w:vAlign w:val="center"/>
          </w:tcPr>
          <w:p w:rsidR="00893A8F" w:rsidRPr="004730A7" w:rsidRDefault="00893A8F" w:rsidP="00B6564B">
            <w:pPr>
              <w:suppressAutoHyphens/>
              <w:jc w:val="center"/>
              <w:rPr>
                <w:rFonts w:ascii="Times New Roman" w:hAnsi="Times New Roman"/>
                <w:kern w:val="2"/>
                <w:lang w:eastAsia="ar-SA"/>
              </w:rPr>
            </w:pPr>
            <w:r w:rsidRPr="004730A7">
              <w:rPr>
                <w:rFonts w:ascii="Times New Roman" w:hAnsi="Times New Roman"/>
              </w:rPr>
              <w:t>Nosaukums</w:t>
            </w:r>
          </w:p>
        </w:tc>
      </w:tr>
      <w:tr w:rsidR="00893A8F" w:rsidRPr="009F4CA4" w:rsidTr="00024C18">
        <w:trPr>
          <w:trHeight w:val="1361"/>
        </w:trPr>
        <w:tc>
          <w:tcPr>
            <w:tcW w:w="1050" w:type="dxa"/>
            <w:shd w:val="clear" w:color="auto" w:fill="FFFFFF"/>
            <w:vAlign w:val="center"/>
          </w:tcPr>
          <w:p w:rsidR="00893A8F" w:rsidRPr="004730A7" w:rsidRDefault="00893A8F" w:rsidP="00794E00">
            <w:pPr>
              <w:snapToGrid w:val="0"/>
              <w:jc w:val="center"/>
              <w:rPr>
                <w:rFonts w:ascii="Times New Roman" w:hAnsi="Times New Roman"/>
                <w:kern w:val="2"/>
                <w:lang w:eastAsia="ar-SA"/>
              </w:rPr>
            </w:pPr>
          </w:p>
          <w:p w:rsidR="00893A8F" w:rsidRPr="004730A7" w:rsidRDefault="00893A8F" w:rsidP="00794E00">
            <w:pPr>
              <w:jc w:val="center"/>
              <w:rPr>
                <w:rFonts w:ascii="Times New Roman" w:hAnsi="Times New Roman"/>
              </w:rPr>
            </w:pPr>
          </w:p>
          <w:p w:rsidR="00893A8F" w:rsidRPr="004730A7" w:rsidRDefault="00893A8F" w:rsidP="00794E00">
            <w:pPr>
              <w:jc w:val="center"/>
              <w:rPr>
                <w:rFonts w:ascii="Times New Roman" w:hAnsi="Times New Roman"/>
              </w:rPr>
            </w:pPr>
          </w:p>
          <w:p w:rsidR="00893A8F" w:rsidRPr="004730A7" w:rsidRDefault="00893A8F" w:rsidP="00794E00">
            <w:pPr>
              <w:jc w:val="center"/>
              <w:rPr>
                <w:rFonts w:ascii="Times New Roman" w:hAnsi="Times New Roman"/>
              </w:rPr>
            </w:pPr>
            <w:r w:rsidRPr="004730A7">
              <w:rPr>
                <w:rFonts w:ascii="Times New Roman" w:hAnsi="Times New Roman"/>
              </w:rPr>
              <w:t>I</w:t>
            </w:r>
          </w:p>
          <w:p w:rsidR="00893A8F" w:rsidRPr="004730A7" w:rsidRDefault="00893A8F" w:rsidP="00794E00">
            <w:pPr>
              <w:jc w:val="center"/>
              <w:rPr>
                <w:rFonts w:ascii="Times New Roman" w:hAnsi="Times New Roman"/>
              </w:rPr>
            </w:pPr>
          </w:p>
          <w:p w:rsidR="00893A8F" w:rsidRPr="004730A7" w:rsidRDefault="00893A8F" w:rsidP="00794E00">
            <w:pPr>
              <w:jc w:val="center"/>
              <w:rPr>
                <w:rFonts w:ascii="Times New Roman" w:hAnsi="Times New Roman"/>
              </w:rPr>
            </w:pPr>
          </w:p>
          <w:p w:rsidR="00893A8F" w:rsidRPr="004730A7" w:rsidRDefault="00893A8F" w:rsidP="00794E00">
            <w:pPr>
              <w:suppressAutoHyphens/>
              <w:jc w:val="center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1325" w:type="dxa"/>
            <w:shd w:val="clear" w:color="auto" w:fill="FFFFFF"/>
            <w:vAlign w:val="center"/>
          </w:tcPr>
          <w:p w:rsidR="00893A8F" w:rsidRPr="004730A7" w:rsidRDefault="00893A8F" w:rsidP="00794E00">
            <w:pPr>
              <w:pStyle w:val="Standard"/>
              <w:jc w:val="center"/>
              <w:rPr>
                <w:kern w:val="2"/>
                <w:lang w:eastAsia="ar-SA"/>
              </w:rPr>
            </w:pPr>
            <w:r>
              <w:rPr>
                <w:sz w:val="22"/>
                <w:szCs w:val="22"/>
                <w:lang w:val="en-US"/>
              </w:rPr>
              <w:t>BK</w:t>
            </w:r>
            <w:r w:rsidRPr="004730A7">
              <w:rPr>
                <w:kern w:val="2"/>
                <w:lang w:eastAsia="ar-SA"/>
              </w:rPr>
              <w:t xml:space="preserve"> </w:t>
            </w:r>
          </w:p>
          <w:p w:rsidR="00893A8F" w:rsidRPr="004730A7" w:rsidRDefault="00893A8F" w:rsidP="00794E00">
            <w:pPr>
              <w:pStyle w:val="Standard"/>
              <w:jc w:val="center"/>
              <w:rPr>
                <w:kern w:val="2"/>
                <w:lang w:eastAsia="ar-SA"/>
              </w:rPr>
            </w:pPr>
            <w:r w:rsidRPr="004730A7">
              <w:rPr>
                <w:kern w:val="2"/>
                <w:lang w:eastAsia="ar-SA"/>
              </w:rPr>
              <w:t>FF</w:t>
            </w:r>
          </w:p>
        </w:tc>
        <w:tc>
          <w:tcPr>
            <w:tcW w:w="6250" w:type="dxa"/>
            <w:shd w:val="clear" w:color="auto" w:fill="FFFFFF"/>
            <w:vAlign w:val="center"/>
          </w:tcPr>
          <w:p w:rsidR="00893A8F" w:rsidRPr="004730A7" w:rsidRDefault="00893A8F" w:rsidP="00794E00">
            <w:pPr>
              <w:jc w:val="center"/>
              <w:rPr>
                <w:rFonts w:ascii="Times New Roman" w:hAnsi="Times New Roman"/>
                <w:caps/>
              </w:rPr>
            </w:pPr>
          </w:p>
          <w:p w:rsidR="00893A8F" w:rsidRPr="009F4CA4" w:rsidRDefault="00893A8F" w:rsidP="00A91661">
            <w:pPr>
              <w:rPr>
                <w:rFonts w:ascii="Times New Roman" w:hAnsi="Times New Roman"/>
              </w:rPr>
            </w:pPr>
          </w:p>
          <w:p w:rsidR="00893A8F" w:rsidRPr="009F4CA4" w:rsidRDefault="00893A8F" w:rsidP="00A91661">
            <w:pPr>
              <w:rPr>
                <w:rFonts w:ascii="Times New Roman" w:hAnsi="Times New Roman"/>
              </w:rPr>
            </w:pPr>
            <w:r w:rsidRPr="009F4CA4">
              <w:rPr>
                <w:rFonts w:ascii="Times New Roman" w:hAnsi="Times New Roman"/>
              </w:rPr>
              <w:t>Vispārīgā daļa.</w:t>
            </w:r>
          </w:p>
          <w:p w:rsidR="00893A8F" w:rsidRPr="009F4CA4" w:rsidRDefault="00893A8F" w:rsidP="00A91661">
            <w:pPr>
              <w:rPr>
                <w:rFonts w:ascii="Times New Roman" w:hAnsi="Times New Roman"/>
              </w:rPr>
            </w:pPr>
            <w:r w:rsidRPr="009F4CA4">
              <w:rPr>
                <w:rFonts w:ascii="Times New Roman" w:hAnsi="Times New Roman"/>
              </w:rPr>
              <w:t xml:space="preserve">Būvkonstrukcijas risinājumi. </w:t>
            </w:r>
          </w:p>
          <w:p w:rsidR="00893A8F" w:rsidRPr="009F4CA4" w:rsidRDefault="00893A8F" w:rsidP="00A91661">
            <w:pPr>
              <w:rPr>
                <w:rFonts w:ascii="Times New Roman" w:hAnsi="Times New Roman"/>
              </w:rPr>
            </w:pPr>
            <w:r w:rsidRPr="009F4CA4">
              <w:rPr>
                <w:rFonts w:ascii="Times New Roman" w:hAnsi="Times New Roman"/>
              </w:rPr>
              <w:t>Fotofiksācija.</w:t>
            </w:r>
          </w:p>
          <w:p w:rsidR="00893A8F" w:rsidRPr="009F4CA4" w:rsidRDefault="00893A8F" w:rsidP="00A91661">
            <w:pPr>
              <w:rPr>
                <w:rFonts w:ascii="Times New Roman" w:hAnsi="Times New Roman"/>
              </w:rPr>
            </w:pPr>
          </w:p>
          <w:p w:rsidR="00893A8F" w:rsidRPr="004730A7" w:rsidRDefault="00893A8F" w:rsidP="00A91661">
            <w:pPr>
              <w:rPr>
                <w:rFonts w:ascii="Times New Roman" w:hAnsi="Times New Roman"/>
                <w:kern w:val="2"/>
                <w:lang w:eastAsia="ar-SA"/>
              </w:rPr>
            </w:pPr>
          </w:p>
        </w:tc>
      </w:tr>
    </w:tbl>
    <w:p w:rsidR="00893A8F" w:rsidRPr="004730A7" w:rsidRDefault="00893A8F" w:rsidP="00E45971">
      <w:pPr>
        <w:pStyle w:val="ListParagraph"/>
        <w:spacing w:before="60" w:after="120" w:line="300" w:lineRule="exact"/>
        <w:ind w:left="0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893A8F" w:rsidRPr="004730A7" w:rsidRDefault="00893A8F" w:rsidP="00E45971">
      <w:pPr>
        <w:pStyle w:val="ListParagraph"/>
        <w:spacing w:before="60" w:after="120" w:line="300" w:lineRule="exact"/>
        <w:ind w:left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sectPr w:rsidR="00893A8F" w:rsidRPr="004730A7" w:rsidSect="009F0A85">
      <w:headerReference w:type="default" r:id="rId7"/>
      <w:pgSz w:w="11906" w:h="16838"/>
      <w:pgMar w:top="1560" w:right="1134" w:bottom="1134" w:left="1985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3A8F" w:rsidRDefault="00893A8F" w:rsidP="006D738C">
      <w:r>
        <w:separator/>
      </w:r>
    </w:p>
  </w:endnote>
  <w:endnote w:type="continuationSeparator" w:id="0">
    <w:p w:rsidR="00893A8F" w:rsidRDefault="00893A8F" w:rsidP="006D73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3A8F" w:rsidRDefault="00893A8F" w:rsidP="006D738C">
      <w:r>
        <w:separator/>
      </w:r>
    </w:p>
  </w:footnote>
  <w:footnote w:type="continuationSeparator" w:id="0">
    <w:p w:rsidR="00893A8F" w:rsidRDefault="00893A8F" w:rsidP="006D73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A8F" w:rsidRPr="004730A7" w:rsidRDefault="00893A8F" w:rsidP="00A91661">
    <w:pPr>
      <w:jc w:val="right"/>
      <w:rPr>
        <w:rFonts w:ascii="Times New Roman" w:hAnsi="Times New Roman"/>
        <w:spacing w:val="2"/>
        <w:sz w:val="16"/>
        <w:szCs w:val="16"/>
      </w:rPr>
    </w:pPr>
    <w:r w:rsidRPr="004730A7">
      <w:rPr>
        <w:rFonts w:ascii="Times New Roman" w:hAnsi="Times New Roman"/>
        <w:spacing w:val="2"/>
        <w:sz w:val="16"/>
        <w:szCs w:val="16"/>
      </w:rPr>
      <w:tab/>
    </w:r>
    <w:r w:rsidRPr="00FF2274">
      <w:rPr>
        <w:rFonts w:ascii="Times New Roman" w:hAnsi="Times New Roman"/>
        <w:noProof/>
        <w:sz w:val="20"/>
        <w:szCs w:val="20"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6" type="#_x0000_t75" alt="Logo NeoForm" style="width:96.75pt;height:26.25pt;visibility:visible">
          <v:imagedata r:id="rId1" o:title=""/>
        </v:shape>
      </w:pict>
    </w:r>
  </w:p>
  <w:p w:rsidR="00893A8F" w:rsidRPr="004730A7" w:rsidRDefault="00893A8F" w:rsidP="00A91661">
    <w:pPr>
      <w:jc w:val="right"/>
      <w:rPr>
        <w:rFonts w:ascii="Times New Roman" w:hAnsi="Times New Roman"/>
        <w:sz w:val="16"/>
        <w:szCs w:val="16"/>
      </w:rPr>
    </w:pPr>
    <w:r w:rsidRPr="004730A7">
      <w:rPr>
        <w:rFonts w:ascii="Times New Roman" w:hAnsi="Times New Roman"/>
        <w:spacing w:val="2"/>
        <w:sz w:val="16"/>
        <w:szCs w:val="16"/>
      </w:rPr>
      <w:t xml:space="preserve">Sabiedrība ar ierobežotu atbildību </w:t>
    </w:r>
    <w:r w:rsidRPr="004730A7">
      <w:rPr>
        <w:rFonts w:ascii="Times New Roman" w:hAnsi="Times New Roman"/>
        <w:sz w:val="16"/>
        <w:szCs w:val="16"/>
      </w:rPr>
      <w:t>SIA "NeoForm"</w:t>
    </w:r>
  </w:p>
  <w:p w:rsidR="00893A8F" w:rsidRPr="004730A7" w:rsidRDefault="00893A8F" w:rsidP="00A91661">
    <w:pPr>
      <w:ind w:left="1440" w:firstLine="720"/>
      <w:jc w:val="right"/>
      <w:rPr>
        <w:rFonts w:ascii="Times New Roman" w:hAnsi="Times New Roman"/>
        <w:spacing w:val="2"/>
        <w:sz w:val="16"/>
        <w:szCs w:val="16"/>
      </w:rPr>
    </w:pPr>
    <w:r w:rsidRPr="004730A7">
      <w:rPr>
        <w:rFonts w:ascii="Times New Roman" w:hAnsi="Times New Roman"/>
        <w:spacing w:val="2"/>
        <w:sz w:val="16"/>
        <w:szCs w:val="16"/>
      </w:rPr>
      <w:t xml:space="preserve">Vienotais reģistrācijas Nr.: </w:t>
    </w:r>
    <w:r w:rsidRPr="004730A7">
      <w:rPr>
        <w:rFonts w:ascii="Times New Roman" w:hAnsi="Times New Roman"/>
        <w:sz w:val="16"/>
        <w:szCs w:val="16"/>
      </w:rPr>
      <w:t>41503072336</w:t>
    </w:r>
    <w:r w:rsidRPr="004730A7">
      <w:rPr>
        <w:rFonts w:ascii="Times New Roman" w:hAnsi="Times New Roman"/>
        <w:spacing w:val="2"/>
        <w:sz w:val="16"/>
        <w:szCs w:val="16"/>
      </w:rPr>
      <w:t>,</w:t>
    </w:r>
  </w:p>
  <w:p w:rsidR="00893A8F" w:rsidRPr="004730A7" w:rsidRDefault="00893A8F" w:rsidP="00A91661">
    <w:pPr>
      <w:ind w:left="1440" w:firstLine="720"/>
      <w:jc w:val="right"/>
      <w:rPr>
        <w:rFonts w:ascii="Times New Roman" w:hAnsi="Times New Roman"/>
        <w:sz w:val="16"/>
        <w:szCs w:val="16"/>
      </w:rPr>
    </w:pPr>
    <w:r w:rsidRPr="004730A7">
      <w:rPr>
        <w:rFonts w:ascii="Times New Roman" w:hAnsi="Times New Roman"/>
        <w:sz w:val="16"/>
        <w:szCs w:val="16"/>
      </w:rPr>
      <w:t>Būvkomersanta reģistrācijas Nr. 12494</w:t>
    </w:r>
  </w:p>
  <w:p w:rsidR="00893A8F" w:rsidRDefault="00893A8F" w:rsidP="009A6F38">
    <w:pPr>
      <w:jc w:val="right"/>
      <w:rPr>
        <w:rFonts w:ascii="Times New Roman" w:hAnsi="Times New Roman"/>
        <w:caps/>
        <w:spacing w:val="2"/>
        <w:sz w:val="16"/>
        <w:szCs w:val="16"/>
      </w:rPr>
    </w:pPr>
    <w:r>
      <w:rPr>
        <w:rFonts w:ascii="Times New Roman" w:hAnsi="Times New Roman"/>
        <w:caps/>
        <w:spacing w:val="2"/>
        <w:sz w:val="16"/>
        <w:szCs w:val="16"/>
      </w:rPr>
      <w:t xml:space="preserve">“dzīvojamās mājas JāTNIKU iela 86, Daugavpilī, bēniņu </w:t>
    </w:r>
  </w:p>
  <w:p w:rsidR="00893A8F" w:rsidRDefault="00893A8F" w:rsidP="009A6F38">
    <w:pPr>
      <w:jc w:val="right"/>
      <w:rPr>
        <w:rFonts w:ascii="Times New Roman" w:hAnsi="Times New Roman"/>
        <w:caps/>
        <w:spacing w:val="2"/>
        <w:sz w:val="16"/>
        <w:szCs w:val="16"/>
      </w:rPr>
    </w:pPr>
    <w:r>
      <w:rPr>
        <w:rFonts w:ascii="Times New Roman" w:hAnsi="Times New Roman"/>
        <w:caps/>
        <w:spacing w:val="2"/>
        <w:sz w:val="16"/>
        <w:szCs w:val="16"/>
      </w:rPr>
      <w:t>pārseguma SILTINĀŠANA”</w:t>
    </w:r>
  </w:p>
  <w:p w:rsidR="00893A8F" w:rsidRDefault="00893A8F" w:rsidP="009A6F38">
    <w:pPr>
      <w:jc w:val="right"/>
      <w:rPr>
        <w:rFonts w:ascii="Times New Roman" w:hAnsi="Times New Roman"/>
        <w:caps/>
        <w:spacing w:val="2"/>
        <w:sz w:val="16"/>
        <w:szCs w:val="16"/>
      </w:rPr>
    </w:pPr>
    <w:r>
      <w:rPr>
        <w:rFonts w:ascii="Times New Roman" w:hAnsi="Times New Roman"/>
        <w:caps/>
        <w:spacing w:val="2"/>
        <w:sz w:val="16"/>
        <w:szCs w:val="16"/>
      </w:rPr>
      <w:t>adrese: JāTNIEKU iela 86, Daugavpils, LV-5401, Latvija,</w:t>
    </w:r>
  </w:p>
  <w:p w:rsidR="00893A8F" w:rsidRDefault="00893A8F" w:rsidP="009A6F38">
    <w:pPr>
      <w:pStyle w:val="Header"/>
      <w:jc w:val="right"/>
      <w:rPr>
        <w:rFonts w:ascii="Times New Roman" w:hAnsi="Times New Roman"/>
        <w:spacing w:val="2"/>
        <w:sz w:val="16"/>
        <w:szCs w:val="16"/>
      </w:rPr>
    </w:pPr>
    <w:r>
      <w:t>BŪVES KADASTRA APZĪMĒJUMS:</w:t>
    </w:r>
    <w:r>
      <w:rPr>
        <w:rFonts w:ascii="Tahoma" w:hAnsi="Tahoma" w:cs="Tahoma"/>
        <w:sz w:val="18"/>
        <w:szCs w:val="18"/>
      </w:rPr>
      <w:t xml:space="preserve"> </w:t>
    </w:r>
    <w:r>
      <w:rPr>
        <w:lang w:eastAsia="ar-SA"/>
      </w:rPr>
      <w:t>05000281303001</w:t>
    </w:r>
    <w:r w:rsidRPr="006969C1">
      <w:t>.</w:t>
    </w:r>
  </w:p>
  <w:p w:rsidR="00893A8F" w:rsidRDefault="00893A8F" w:rsidP="00B26EF4">
    <w:pPr>
      <w:pStyle w:val="Header"/>
      <w:jc w:val="right"/>
      <w:rPr>
        <w:rFonts w:ascii="Times New Roman" w:hAnsi="Times New Roman"/>
        <w:spacing w:val="2"/>
        <w:sz w:val="16"/>
        <w:szCs w:val="16"/>
      </w:rPr>
    </w:pPr>
    <w:r w:rsidRPr="006969C1">
      <w:t>.</w:t>
    </w:r>
  </w:p>
  <w:p w:rsidR="00893A8F" w:rsidRPr="00220082" w:rsidRDefault="00893A8F" w:rsidP="00B26EF4">
    <w:pPr>
      <w:pStyle w:val="Header"/>
      <w:jc w:val="right"/>
      <w:rPr>
        <w:rFonts w:ascii="ISOCPEUR" w:hAnsi="ISOCPEU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F0E59"/>
    <w:multiLevelType w:val="multilevel"/>
    <w:tmpl w:val="F52AF6D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1145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1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cs="Times New Roman" w:hint="default"/>
      </w:rPr>
    </w:lvl>
  </w:abstractNum>
  <w:abstractNum w:abstractNumId="1">
    <w:nsid w:val="06522F37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0F393F62"/>
    <w:multiLevelType w:val="multilevel"/>
    <w:tmpl w:val="9CCA873A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3">
    <w:nsid w:val="0FED35C1"/>
    <w:multiLevelType w:val="hybridMultilevel"/>
    <w:tmpl w:val="3BA81B82"/>
    <w:lvl w:ilvl="0" w:tplc="6A44533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DB1FB6"/>
    <w:multiLevelType w:val="multilevel"/>
    <w:tmpl w:val="97FAE99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>
    <w:nsid w:val="186C1D4E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4CEB279F"/>
    <w:multiLevelType w:val="multilevel"/>
    <w:tmpl w:val="522244C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cs="Times New Roman"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cs="Times New Roman"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cs="Times New Roman"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cs="Times New Roman"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cs="Times New Roman"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cs="Times New Roman"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cs="Times New Roman" w:hint="default"/>
        <w:color w:val="000000"/>
        <w:sz w:val="24"/>
      </w:rPr>
    </w:lvl>
  </w:abstractNum>
  <w:abstractNum w:abstractNumId="7">
    <w:nsid w:val="575B0A6D"/>
    <w:multiLevelType w:val="hybridMultilevel"/>
    <w:tmpl w:val="60F6597A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961270D"/>
    <w:multiLevelType w:val="multilevel"/>
    <w:tmpl w:val="B23AF0E2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5C527B6A"/>
    <w:multiLevelType w:val="hybridMultilevel"/>
    <w:tmpl w:val="10BAFD8A"/>
    <w:lvl w:ilvl="0" w:tplc="0426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5C74591"/>
    <w:multiLevelType w:val="hybridMultilevel"/>
    <w:tmpl w:val="22DEEF66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B1551AB"/>
    <w:multiLevelType w:val="multilevel"/>
    <w:tmpl w:val="0426001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12">
    <w:nsid w:val="749A0049"/>
    <w:multiLevelType w:val="hybridMultilevel"/>
    <w:tmpl w:val="3BCA2DCC"/>
    <w:lvl w:ilvl="0" w:tplc="256291B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26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3">
    <w:nsid w:val="77885F31"/>
    <w:multiLevelType w:val="multilevel"/>
    <w:tmpl w:val="54EE9816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4">
    <w:nsid w:val="7A166A2B"/>
    <w:multiLevelType w:val="multilevel"/>
    <w:tmpl w:val="54EE9816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4"/>
  </w:num>
  <w:num w:numId="5">
    <w:abstractNumId w:val="6"/>
  </w:num>
  <w:num w:numId="6">
    <w:abstractNumId w:val="8"/>
  </w:num>
  <w:num w:numId="7">
    <w:abstractNumId w:val="13"/>
  </w:num>
  <w:num w:numId="8">
    <w:abstractNumId w:val="14"/>
  </w:num>
  <w:num w:numId="9">
    <w:abstractNumId w:val="12"/>
  </w:num>
  <w:num w:numId="10">
    <w:abstractNumId w:val="3"/>
  </w:num>
  <w:num w:numId="11">
    <w:abstractNumId w:val="1"/>
  </w:num>
  <w:num w:numId="12">
    <w:abstractNumId w:val="5"/>
  </w:num>
  <w:num w:numId="13">
    <w:abstractNumId w:val="2"/>
  </w:num>
  <w:num w:numId="14">
    <w:abstractNumId w:val="10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261C"/>
    <w:rsid w:val="000075B2"/>
    <w:rsid w:val="0001606C"/>
    <w:rsid w:val="00024C18"/>
    <w:rsid w:val="00047DE0"/>
    <w:rsid w:val="00052151"/>
    <w:rsid w:val="00071EA2"/>
    <w:rsid w:val="0007275F"/>
    <w:rsid w:val="000839EF"/>
    <w:rsid w:val="00087B7F"/>
    <w:rsid w:val="00097DC1"/>
    <w:rsid w:val="000A6169"/>
    <w:rsid w:val="000B113B"/>
    <w:rsid w:val="000B1E0D"/>
    <w:rsid w:val="000F5BB5"/>
    <w:rsid w:val="00101380"/>
    <w:rsid w:val="001178D9"/>
    <w:rsid w:val="0013183F"/>
    <w:rsid w:val="001425B0"/>
    <w:rsid w:val="00151673"/>
    <w:rsid w:val="001852C2"/>
    <w:rsid w:val="001A261C"/>
    <w:rsid w:val="001B17BE"/>
    <w:rsid w:val="001D0799"/>
    <w:rsid w:val="001D632C"/>
    <w:rsid w:val="001E717F"/>
    <w:rsid w:val="001F5CBA"/>
    <w:rsid w:val="00202A59"/>
    <w:rsid w:val="00212F59"/>
    <w:rsid w:val="00214C8A"/>
    <w:rsid w:val="00220082"/>
    <w:rsid w:val="002314A7"/>
    <w:rsid w:val="0023217C"/>
    <w:rsid w:val="0024490D"/>
    <w:rsid w:val="00250EB1"/>
    <w:rsid w:val="00253AF4"/>
    <w:rsid w:val="002611F6"/>
    <w:rsid w:val="002706F9"/>
    <w:rsid w:val="00270875"/>
    <w:rsid w:val="00284D20"/>
    <w:rsid w:val="00286191"/>
    <w:rsid w:val="002A0AC9"/>
    <w:rsid w:val="002C08C8"/>
    <w:rsid w:val="002C64D5"/>
    <w:rsid w:val="002D6F9D"/>
    <w:rsid w:val="0032353B"/>
    <w:rsid w:val="00332232"/>
    <w:rsid w:val="0035733C"/>
    <w:rsid w:val="003627C2"/>
    <w:rsid w:val="00363EF4"/>
    <w:rsid w:val="00371665"/>
    <w:rsid w:val="00383593"/>
    <w:rsid w:val="00385AA9"/>
    <w:rsid w:val="003A3513"/>
    <w:rsid w:val="003A7C66"/>
    <w:rsid w:val="003E24C5"/>
    <w:rsid w:val="003E58AC"/>
    <w:rsid w:val="004104D4"/>
    <w:rsid w:val="00421C03"/>
    <w:rsid w:val="00423EBF"/>
    <w:rsid w:val="0042600F"/>
    <w:rsid w:val="004409DF"/>
    <w:rsid w:val="00467534"/>
    <w:rsid w:val="004730A7"/>
    <w:rsid w:val="004A4054"/>
    <w:rsid w:val="004B1301"/>
    <w:rsid w:val="004B23FB"/>
    <w:rsid w:val="004C776E"/>
    <w:rsid w:val="004D0CC0"/>
    <w:rsid w:val="004D15CB"/>
    <w:rsid w:val="004E05FA"/>
    <w:rsid w:val="004E27A7"/>
    <w:rsid w:val="004E41F4"/>
    <w:rsid w:val="0050649F"/>
    <w:rsid w:val="00510AB1"/>
    <w:rsid w:val="005154B8"/>
    <w:rsid w:val="00543A8C"/>
    <w:rsid w:val="00553B18"/>
    <w:rsid w:val="005704C9"/>
    <w:rsid w:val="00572F6C"/>
    <w:rsid w:val="0057425D"/>
    <w:rsid w:val="005902AA"/>
    <w:rsid w:val="005E2F39"/>
    <w:rsid w:val="005E38D8"/>
    <w:rsid w:val="005E7165"/>
    <w:rsid w:val="0060334D"/>
    <w:rsid w:val="00604636"/>
    <w:rsid w:val="00606B5F"/>
    <w:rsid w:val="00611EFA"/>
    <w:rsid w:val="00634331"/>
    <w:rsid w:val="0064334F"/>
    <w:rsid w:val="006436AE"/>
    <w:rsid w:val="00646C52"/>
    <w:rsid w:val="006719D7"/>
    <w:rsid w:val="006803B4"/>
    <w:rsid w:val="006842D8"/>
    <w:rsid w:val="00694846"/>
    <w:rsid w:val="00695A82"/>
    <w:rsid w:val="00695EA7"/>
    <w:rsid w:val="006969C1"/>
    <w:rsid w:val="006B4AD7"/>
    <w:rsid w:val="006D5CEF"/>
    <w:rsid w:val="006D738C"/>
    <w:rsid w:val="006F1ECA"/>
    <w:rsid w:val="00711091"/>
    <w:rsid w:val="00733182"/>
    <w:rsid w:val="00756F17"/>
    <w:rsid w:val="00761A28"/>
    <w:rsid w:val="00763E6D"/>
    <w:rsid w:val="007829EB"/>
    <w:rsid w:val="00794E00"/>
    <w:rsid w:val="007A295B"/>
    <w:rsid w:val="007A2E8A"/>
    <w:rsid w:val="007A7C41"/>
    <w:rsid w:val="007D1E80"/>
    <w:rsid w:val="007F1322"/>
    <w:rsid w:val="00801285"/>
    <w:rsid w:val="008160AC"/>
    <w:rsid w:val="00820732"/>
    <w:rsid w:val="00825485"/>
    <w:rsid w:val="00825AE6"/>
    <w:rsid w:val="0084311D"/>
    <w:rsid w:val="008450FE"/>
    <w:rsid w:val="008665B1"/>
    <w:rsid w:val="008709E1"/>
    <w:rsid w:val="00870B30"/>
    <w:rsid w:val="00873CF9"/>
    <w:rsid w:val="00874D20"/>
    <w:rsid w:val="00876C74"/>
    <w:rsid w:val="00883C11"/>
    <w:rsid w:val="00884323"/>
    <w:rsid w:val="00893A8F"/>
    <w:rsid w:val="008A2AC5"/>
    <w:rsid w:val="008C0E81"/>
    <w:rsid w:val="008C5CB1"/>
    <w:rsid w:val="008C69AF"/>
    <w:rsid w:val="008D39F6"/>
    <w:rsid w:val="008E6F32"/>
    <w:rsid w:val="008F27E1"/>
    <w:rsid w:val="008F6462"/>
    <w:rsid w:val="00921F16"/>
    <w:rsid w:val="00924CBD"/>
    <w:rsid w:val="0093185A"/>
    <w:rsid w:val="009409FA"/>
    <w:rsid w:val="00971837"/>
    <w:rsid w:val="00986C95"/>
    <w:rsid w:val="009A4E76"/>
    <w:rsid w:val="009A52EE"/>
    <w:rsid w:val="009A6F38"/>
    <w:rsid w:val="009B32A8"/>
    <w:rsid w:val="009C4E0B"/>
    <w:rsid w:val="009C563A"/>
    <w:rsid w:val="009C5C97"/>
    <w:rsid w:val="009E3ABC"/>
    <w:rsid w:val="009E4395"/>
    <w:rsid w:val="009F0A85"/>
    <w:rsid w:val="009F1080"/>
    <w:rsid w:val="009F4CA4"/>
    <w:rsid w:val="009F67B8"/>
    <w:rsid w:val="00A00428"/>
    <w:rsid w:val="00A005D6"/>
    <w:rsid w:val="00A03BE7"/>
    <w:rsid w:val="00A112AB"/>
    <w:rsid w:val="00A23304"/>
    <w:rsid w:val="00A4589F"/>
    <w:rsid w:val="00A54F20"/>
    <w:rsid w:val="00A640E2"/>
    <w:rsid w:val="00A740C9"/>
    <w:rsid w:val="00A825EB"/>
    <w:rsid w:val="00A82A35"/>
    <w:rsid w:val="00A91661"/>
    <w:rsid w:val="00A94051"/>
    <w:rsid w:val="00AC0E3E"/>
    <w:rsid w:val="00AC1953"/>
    <w:rsid w:val="00AF5E3E"/>
    <w:rsid w:val="00B00835"/>
    <w:rsid w:val="00B11871"/>
    <w:rsid w:val="00B26EF4"/>
    <w:rsid w:val="00B64764"/>
    <w:rsid w:val="00B6564B"/>
    <w:rsid w:val="00B865AA"/>
    <w:rsid w:val="00B92B2F"/>
    <w:rsid w:val="00BA2C4A"/>
    <w:rsid w:val="00BB6BD7"/>
    <w:rsid w:val="00BD15B8"/>
    <w:rsid w:val="00BE37C9"/>
    <w:rsid w:val="00BE6B62"/>
    <w:rsid w:val="00BE6C8B"/>
    <w:rsid w:val="00C03250"/>
    <w:rsid w:val="00C119D1"/>
    <w:rsid w:val="00C17388"/>
    <w:rsid w:val="00C31316"/>
    <w:rsid w:val="00C338EC"/>
    <w:rsid w:val="00C46E67"/>
    <w:rsid w:val="00C50DA2"/>
    <w:rsid w:val="00C53922"/>
    <w:rsid w:val="00C71AF9"/>
    <w:rsid w:val="00CA0996"/>
    <w:rsid w:val="00CA2DD9"/>
    <w:rsid w:val="00CB23FC"/>
    <w:rsid w:val="00CB640A"/>
    <w:rsid w:val="00CD0435"/>
    <w:rsid w:val="00CD5ABC"/>
    <w:rsid w:val="00CD62F5"/>
    <w:rsid w:val="00CE65F0"/>
    <w:rsid w:val="00D20663"/>
    <w:rsid w:val="00D24E57"/>
    <w:rsid w:val="00D53670"/>
    <w:rsid w:val="00D546DB"/>
    <w:rsid w:val="00D54EBF"/>
    <w:rsid w:val="00D8367E"/>
    <w:rsid w:val="00D87563"/>
    <w:rsid w:val="00DB6563"/>
    <w:rsid w:val="00DC38C7"/>
    <w:rsid w:val="00DE45ED"/>
    <w:rsid w:val="00DE6C9E"/>
    <w:rsid w:val="00DF0DE6"/>
    <w:rsid w:val="00DF15F5"/>
    <w:rsid w:val="00DF5C42"/>
    <w:rsid w:val="00E11F49"/>
    <w:rsid w:val="00E176B9"/>
    <w:rsid w:val="00E216A5"/>
    <w:rsid w:val="00E22960"/>
    <w:rsid w:val="00E2468A"/>
    <w:rsid w:val="00E45971"/>
    <w:rsid w:val="00E55D89"/>
    <w:rsid w:val="00E56BD9"/>
    <w:rsid w:val="00E95EF4"/>
    <w:rsid w:val="00EA5217"/>
    <w:rsid w:val="00ED5B7D"/>
    <w:rsid w:val="00EE440E"/>
    <w:rsid w:val="00EF23BE"/>
    <w:rsid w:val="00F02697"/>
    <w:rsid w:val="00F041F5"/>
    <w:rsid w:val="00F13A4D"/>
    <w:rsid w:val="00F24CC9"/>
    <w:rsid w:val="00F309BA"/>
    <w:rsid w:val="00F3489C"/>
    <w:rsid w:val="00F4520F"/>
    <w:rsid w:val="00F5000D"/>
    <w:rsid w:val="00F55B34"/>
    <w:rsid w:val="00F614CC"/>
    <w:rsid w:val="00F62419"/>
    <w:rsid w:val="00F63AF6"/>
    <w:rsid w:val="00F9186D"/>
    <w:rsid w:val="00F95EAA"/>
    <w:rsid w:val="00FA56DF"/>
    <w:rsid w:val="00FC19CE"/>
    <w:rsid w:val="00FC2F6F"/>
    <w:rsid w:val="00FE2329"/>
    <w:rsid w:val="00FE2359"/>
    <w:rsid w:val="00FF22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960"/>
    <w:rPr>
      <w:rFonts w:ascii="Arial" w:hAnsi="Arial"/>
      <w:lang w:val="lv-LV"/>
    </w:rPr>
  </w:style>
  <w:style w:type="paragraph" w:styleId="Heading2">
    <w:name w:val="heading 2"/>
    <w:basedOn w:val="Normal"/>
    <w:link w:val="Heading2Char"/>
    <w:uiPriority w:val="99"/>
    <w:qFormat/>
    <w:rsid w:val="00F55B34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lv-LV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F55B34"/>
    <w:rPr>
      <w:rFonts w:ascii="Times New Roman" w:hAnsi="Times New Roman" w:cs="Times New Roman"/>
      <w:b/>
      <w:bCs/>
      <w:sz w:val="36"/>
      <w:szCs w:val="36"/>
      <w:lang w:eastAsia="lv-LV"/>
    </w:rPr>
  </w:style>
  <w:style w:type="paragraph" w:styleId="Header">
    <w:name w:val="header"/>
    <w:basedOn w:val="Normal"/>
    <w:link w:val="HeaderChar"/>
    <w:uiPriority w:val="99"/>
    <w:rsid w:val="006D738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D738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D738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D738C"/>
    <w:rPr>
      <w:rFonts w:cs="Times New Roman"/>
    </w:rPr>
  </w:style>
  <w:style w:type="paragraph" w:styleId="ListParagraph">
    <w:name w:val="List Paragraph"/>
    <w:basedOn w:val="Normal"/>
    <w:uiPriority w:val="99"/>
    <w:qFormat/>
    <w:rsid w:val="006D738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E11F4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11F49"/>
    <w:rPr>
      <w:rFonts w:ascii="Segoe UI" w:hAnsi="Segoe UI" w:cs="Segoe UI"/>
      <w:sz w:val="18"/>
      <w:szCs w:val="18"/>
    </w:rPr>
  </w:style>
  <w:style w:type="paragraph" w:customStyle="1" w:styleId="Standard">
    <w:name w:val="Standard"/>
    <w:uiPriority w:val="99"/>
    <w:rsid w:val="005902AA"/>
    <w:pPr>
      <w:suppressAutoHyphens/>
      <w:autoSpaceDN w:val="0"/>
    </w:pPr>
    <w:rPr>
      <w:rFonts w:ascii="Times New Roman" w:eastAsia="Times New Roman" w:hAnsi="Times New Roman"/>
      <w:kern w:val="3"/>
      <w:sz w:val="20"/>
      <w:szCs w:val="20"/>
      <w:lang w:val="lv-LV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273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3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72</Words>
  <Characters>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Sējuma</dc:title>
  <dc:subject/>
  <dc:creator>MarikaK</dc:creator>
  <cp:keywords/>
  <dc:description/>
  <cp:lastModifiedBy>user</cp:lastModifiedBy>
  <cp:revision>3</cp:revision>
  <cp:lastPrinted>2019-07-31T00:17:00Z</cp:lastPrinted>
  <dcterms:created xsi:type="dcterms:W3CDTF">2025-01-27T13:26:00Z</dcterms:created>
  <dcterms:modified xsi:type="dcterms:W3CDTF">2025-01-27T13:31:00Z</dcterms:modified>
</cp:coreProperties>
</file>